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96191" w14:textId="5B50D3B5" w:rsidR="00747863" w:rsidRPr="00747863" w:rsidRDefault="00747863" w:rsidP="00747863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747863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BE2B32">
        <w:rPr>
          <w:rFonts w:ascii="Corbel" w:hAnsi="Corbel"/>
          <w:bCs/>
          <w:i/>
          <w:lang w:eastAsia="ar-SA"/>
        </w:rPr>
        <w:t>61</w:t>
      </w:r>
      <w:r w:rsidRPr="00747863">
        <w:rPr>
          <w:rFonts w:ascii="Corbel" w:hAnsi="Corbel"/>
          <w:bCs/>
          <w:i/>
          <w:lang w:eastAsia="ar-SA"/>
        </w:rPr>
        <w:t>/202</w:t>
      </w:r>
      <w:r w:rsidR="00BE2B32">
        <w:rPr>
          <w:rFonts w:ascii="Corbel" w:hAnsi="Corbel"/>
          <w:bCs/>
          <w:i/>
          <w:lang w:eastAsia="ar-SA"/>
        </w:rPr>
        <w:t>5</w:t>
      </w:r>
    </w:p>
    <w:p w14:paraId="6160A920" w14:textId="77777777" w:rsidR="00747863" w:rsidRPr="00747863" w:rsidRDefault="00747863" w:rsidP="00747863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47863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54452C55" w14:textId="6528FEF4" w:rsidR="00747863" w:rsidRPr="00747863" w:rsidRDefault="00747863" w:rsidP="00747863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47863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BE2B32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747863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BE2B32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7CC28E72" w14:textId="77777777" w:rsidR="00747863" w:rsidRPr="00747863" w:rsidRDefault="00747863" w:rsidP="00747863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747863">
        <w:rPr>
          <w:rFonts w:ascii="Corbel" w:hAnsi="Corbel"/>
          <w:i/>
          <w:sz w:val="20"/>
          <w:szCs w:val="20"/>
          <w:lang w:eastAsia="ar-SA"/>
        </w:rPr>
        <w:t>(skrajne daty</w:t>
      </w:r>
      <w:r w:rsidRPr="00747863">
        <w:rPr>
          <w:rFonts w:ascii="Corbel" w:hAnsi="Corbel"/>
          <w:sz w:val="20"/>
          <w:szCs w:val="20"/>
          <w:lang w:eastAsia="ar-SA"/>
        </w:rPr>
        <w:t>)</w:t>
      </w:r>
    </w:p>
    <w:p w14:paraId="1A46DD82" w14:textId="318980F8" w:rsidR="00747863" w:rsidRPr="00747863" w:rsidRDefault="00747863" w:rsidP="00747863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747863">
        <w:rPr>
          <w:rFonts w:ascii="Corbel" w:hAnsi="Corbel"/>
          <w:sz w:val="20"/>
          <w:szCs w:val="20"/>
          <w:lang w:eastAsia="ar-SA"/>
        </w:rPr>
        <w:t>Rok akademicki 202</w:t>
      </w:r>
      <w:r w:rsidR="00BE2B32">
        <w:rPr>
          <w:rFonts w:ascii="Corbel" w:hAnsi="Corbel"/>
          <w:sz w:val="20"/>
          <w:szCs w:val="20"/>
          <w:lang w:eastAsia="ar-SA"/>
        </w:rPr>
        <w:t>6</w:t>
      </w:r>
      <w:r w:rsidRPr="00747863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BE2B32">
        <w:rPr>
          <w:rFonts w:ascii="Corbel" w:hAnsi="Corbel"/>
          <w:sz w:val="20"/>
          <w:szCs w:val="20"/>
          <w:lang w:eastAsia="ar-SA"/>
        </w:rPr>
        <w:t>7</w:t>
      </w:r>
    </w:p>
    <w:p w14:paraId="540836BD" w14:textId="77777777" w:rsidR="00747863" w:rsidRDefault="0074786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F8DCD0" w14:textId="0E8D0BBE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7BEA50" w14:textId="77777777" w:rsidTr="141FA1CE">
        <w:tc>
          <w:tcPr>
            <w:tcW w:w="2694" w:type="dxa"/>
            <w:vAlign w:val="center"/>
          </w:tcPr>
          <w:p w14:paraId="503BFBE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3B3C10" w14:textId="77777777" w:rsidR="0085747A" w:rsidRPr="00E11269" w:rsidRDefault="00A8473D" w:rsidP="77A0403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77A04036">
              <w:rPr>
                <w:rFonts w:ascii="Corbel" w:hAnsi="Corbel"/>
                <w:bCs/>
                <w:sz w:val="24"/>
                <w:szCs w:val="24"/>
              </w:rPr>
              <w:t>Prawo karne wojskowe</w:t>
            </w:r>
          </w:p>
        </w:tc>
      </w:tr>
      <w:tr w:rsidR="0085747A" w:rsidRPr="009C54AE" w14:paraId="03B183A3" w14:textId="77777777" w:rsidTr="141FA1CE">
        <w:tc>
          <w:tcPr>
            <w:tcW w:w="2694" w:type="dxa"/>
            <w:vAlign w:val="center"/>
          </w:tcPr>
          <w:p w14:paraId="43D8B0E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06ECA6" w14:textId="77777777" w:rsidR="0085747A" w:rsidRPr="009C54AE" w:rsidRDefault="00A847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A2SO29</w:t>
            </w:r>
          </w:p>
        </w:tc>
      </w:tr>
      <w:tr w:rsidR="0085747A" w:rsidRPr="009C54AE" w14:paraId="695F40B6" w14:textId="77777777" w:rsidTr="141FA1CE">
        <w:tc>
          <w:tcPr>
            <w:tcW w:w="2694" w:type="dxa"/>
            <w:vAlign w:val="center"/>
          </w:tcPr>
          <w:p w14:paraId="4C13A3E9" w14:textId="77777777" w:rsidR="0085747A" w:rsidRPr="009C54AE" w:rsidRDefault="009847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83F51E" w14:textId="75880943" w:rsidR="0085747A" w:rsidRPr="009C54AE" w:rsidRDefault="00BE2B32" w:rsidP="77A040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Wydział Prawa i Administracji</w:t>
            </w:r>
            <w:r w:rsidR="003C15C5" w:rsidRPr="77A04036"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685C0091" w14:textId="77777777" w:rsidTr="141FA1CE">
        <w:tc>
          <w:tcPr>
            <w:tcW w:w="2694" w:type="dxa"/>
            <w:vAlign w:val="center"/>
          </w:tcPr>
          <w:p w14:paraId="064264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1763CA" w14:textId="4AF79EAD" w:rsidR="0085747A" w:rsidRPr="009C54AE" w:rsidRDefault="00984750" w:rsidP="77A040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A04036">
              <w:rPr>
                <w:rFonts w:ascii="Corbel" w:hAnsi="Corbel"/>
                <w:b w:val="0"/>
                <w:sz w:val="24"/>
                <w:szCs w:val="24"/>
              </w:rPr>
              <w:t xml:space="preserve">Zakład </w:t>
            </w:r>
            <w:r w:rsidR="00736FDA" w:rsidRPr="77A04036">
              <w:rPr>
                <w:rFonts w:ascii="Corbel" w:hAnsi="Corbel"/>
                <w:b w:val="0"/>
                <w:sz w:val="24"/>
                <w:szCs w:val="24"/>
              </w:rPr>
              <w:t>Prawa</w:t>
            </w:r>
            <w:r w:rsidRPr="77A04036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 w:rsidR="00D91A1F" w:rsidRPr="77A0403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52AA81E" w14:textId="77777777" w:rsidTr="141FA1CE">
        <w:tc>
          <w:tcPr>
            <w:tcW w:w="2694" w:type="dxa"/>
            <w:vAlign w:val="center"/>
          </w:tcPr>
          <w:p w14:paraId="2C8E9F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38A39" w14:textId="77777777" w:rsidR="0085747A" w:rsidRPr="009C54AE" w:rsidRDefault="003C15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2560111" w14:textId="77777777" w:rsidTr="141FA1CE">
        <w:tc>
          <w:tcPr>
            <w:tcW w:w="2694" w:type="dxa"/>
            <w:vAlign w:val="center"/>
          </w:tcPr>
          <w:p w14:paraId="208040A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3DBBAE" w14:textId="77777777" w:rsidR="0085747A" w:rsidRPr="009C54AE" w:rsidRDefault="009218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5C04DDE9" w14:textId="77777777" w:rsidTr="141FA1CE">
        <w:tc>
          <w:tcPr>
            <w:tcW w:w="2694" w:type="dxa"/>
            <w:vAlign w:val="center"/>
          </w:tcPr>
          <w:p w14:paraId="5873B0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4A21F0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23224B9" w14:textId="77777777" w:rsidTr="141FA1CE">
        <w:tc>
          <w:tcPr>
            <w:tcW w:w="2694" w:type="dxa"/>
            <w:vAlign w:val="center"/>
          </w:tcPr>
          <w:p w14:paraId="41C218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3E2C31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A82F7AD" w14:textId="77777777" w:rsidTr="141FA1CE">
        <w:tc>
          <w:tcPr>
            <w:tcW w:w="2694" w:type="dxa"/>
            <w:vAlign w:val="center"/>
          </w:tcPr>
          <w:p w14:paraId="18B7AD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8D3DA6" w14:textId="3883ECE1" w:rsidR="0085747A" w:rsidRPr="009C54AE" w:rsidRDefault="003C15C5" w:rsidP="77A040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A04036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E2B32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="6484A5D2" w:rsidRPr="77A04036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A007BA" w:rsidRPr="77A0403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16085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BE2B32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175D6AE2" w14:textId="77777777" w:rsidTr="141FA1CE">
        <w:tc>
          <w:tcPr>
            <w:tcW w:w="2694" w:type="dxa"/>
            <w:vAlign w:val="center"/>
          </w:tcPr>
          <w:p w14:paraId="2D6470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438BF8" w14:textId="0A187932" w:rsidR="0085747A" w:rsidRPr="009C54AE" w:rsidRDefault="029BE7F0" w:rsidP="141FA1CE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141FA1CE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57512D5D" w14:textId="77777777" w:rsidTr="141FA1CE">
        <w:tc>
          <w:tcPr>
            <w:tcW w:w="2694" w:type="dxa"/>
            <w:vAlign w:val="center"/>
          </w:tcPr>
          <w:p w14:paraId="75DA260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F11220" w14:textId="77777777" w:rsidR="00923D7D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4E945B3F" w14:textId="77777777" w:rsidTr="141FA1CE">
        <w:tc>
          <w:tcPr>
            <w:tcW w:w="2694" w:type="dxa"/>
            <w:vAlign w:val="center"/>
          </w:tcPr>
          <w:p w14:paraId="60463D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B3175F" w14:textId="7F04092D" w:rsidR="0085747A" w:rsidRPr="009C54AE" w:rsidRDefault="00BE2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Golonka, prof. UR</w:t>
            </w:r>
          </w:p>
        </w:tc>
      </w:tr>
      <w:tr w:rsidR="00447B09" w:rsidRPr="009C54AE" w14:paraId="3351CED7" w14:textId="77777777" w:rsidTr="141FA1CE">
        <w:tc>
          <w:tcPr>
            <w:tcW w:w="2694" w:type="dxa"/>
            <w:vAlign w:val="center"/>
          </w:tcPr>
          <w:p w14:paraId="2C7D6186" w14:textId="77777777" w:rsidR="00447B09" w:rsidRPr="009C54AE" w:rsidRDefault="00447B09" w:rsidP="00447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1130FCB" w14:textId="4FD5A277" w:rsidR="00447B09" w:rsidRPr="009C54AE" w:rsidRDefault="00447B09" w:rsidP="00447B0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</w:tbl>
    <w:p w14:paraId="6478DDC1" w14:textId="77777777" w:rsidR="00923D7D" w:rsidRDefault="0085747A" w:rsidP="00BE2B32">
      <w:pPr>
        <w:pStyle w:val="Podpunkty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77A04036">
        <w:rPr>
          <w:rFonts w:ascii="Corbel" w:hAnsi="Corbel"/>
          <w:sz w:val="24"/>
          <w:szCs w:val="24"/>
        </w:rPr>
        <w:t xml:space="preserve">* </w:t>
      </w:r>
      <w:r w:rsidRPr="77A04036">
        <w:rPr>
          <w:rFonts w:ascii="Corbel" w:hAnsi="Corbel"/>
          <w:i/>
          <w:iCs/>
          <w:sz w:val="24"/>
          <w:szCs w:val="24"/>
        </w:rPr>
        <w:t>-</w:t>
      </w:r>
      <w:r w:rsidR="00B90885" w:rsidRPr="77A04036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77A04036">
        <w:rPr>
          <w:rFonts w:ascii="Corbel" w:hAnsi="Corbel"/>
          <w:b w:val="0"/>
          <w:sz w:val="24"/>
          <w:szCs w:val="24"/>
        </w:rPr>
        <w:t>e,</w:t>
      </w:r>
      <w:r w:rsidRPr="77A04036">
        <w:rPr>
          <w:rFonts w:ascii="Corbel" w:hAnsi="Corbel"/>
          <w:i/>
          <w:iCs/>
          <w:sz w:val="24"/>
          <w:szCs w:val="24"/>
        </w:rPr>
        <w:t xml:space="preserve"> </w:t>
      </w:r>
      <w:r w:rsidRPr="77A04036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77A04036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1848BD5" w14:textId="77777777" w:rsidR="00BE2B32" w:rsidRPr="009C54AE" w:rsidRDefault="00BE2B32" w:rsidP="00BE2B3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E0122D" w14:textId="04F561E5" w:rsidR="0085747A" w:rsidRPr="009C54AE" w:rsidRDefault="0085747A" w:rsidP="00BE2B3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BE2B32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E2612C1" w14:textId="77777777" w:rsidR="00923D7D" w:rsidRPr="009C54AE" w:rsidRDefault="00923D7D" w:rsidP="00BE2B3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814"/>
        <w:gridCol w:w="801"/>
        <w:gridCol w:w="930"/>
        <w:gridCol w:w="732"/>
        <w:gridCol w:w="827"/>
        <w:gridCol w:w="780"/>
        <w:gridCol w:w="957"/>
        <w:gridCol w:w="1206"/>
        <w:gridCol w:w="1545"/>
      </w:tblGrid>
      <w:tr w:rsidR="00015B8F" w:rsidRPr="009C54AE" w14:paraId="24DBAFBC" w14:textId="77777777" w:rsidTr="77A04036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37C1" w14:textId="77777777" w:rsidR="00015B8F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299F15" w14:textId="77777777" w:rsidR="00015B8F" w:rsidRPr="009C54AE" w:rsidRDefault="002B5EA0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8DCC4" w14:textId="77777777" w:rsidR="00015B8F" w:rsidRPr="009C54AE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A3A06" w14:textId="77777777" w:rsidR="00015B8F" w:rsidRPr="009C54AE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C475" w14:textId="77777777" w:rsidR="00015B8F" w:rsidRPr="009C54AE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D92E5" w14:textId="77777777" w:rsidR="00015B8F" w:rsidRPr="009C54AE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4597" w14:textId="77777777" w:rsidR="00015B8F" w:rsidRPr="009C54AE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F88FF" w14:textId="77777777" w:rsidR="00015B8F" w:rsidRPr="009C54AE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781FD" w14:textId="77777777" w:rsidR="00015B8F" w:rsidRPr="009C54AE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2C192" w14:textId="77777777" w:rsidR="00015B8F" w:rsidRPr="009C54AE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8BEC7" w14:textId="77777777" w:rsidR="00015B8F" w:rsidRPr="009C54AE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8E7855A" w14:textId="77777777" w:rsidTr="00BE2B32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982A" w14:textId="77777777" w:rsidR="00015B8F" w:rsidRPr="009C54AE" w:rsidRDefault="003C15C5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4711" w14:textId="13639749" w:rsidR="00015B8F" w:rsidRPr="009C54AE" w:rsidRDefault="00015B8F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3FC7" w14:textId="31663D16" w:rsidR="00015B8F" w:rsidRPr="009C54AE" w:rsidRDefault="00015B8F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7EA6" w14:textId="27D836FF" w:rsidR="00015B8F" w:rsidRPr="009C54AE" w:rsidRDefault="00C81494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7A0403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7979" w14:textId="77777777" w:rsidR="00015B8F" w:rsidRPr="009C54AE" w:rsidRDefault="00015B8F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08A1" w14:textId="77777777" w:rsidR="00015B8F" w:rsidRPr="009C54AE" w:rsidRDefault="00015B8F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AABB" w14:textId="77777777" w:rsidR="00015B8F" w:rsidRPr="009C54AE" w:rsidRDefault="00015B8F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A225" w14:textId="77777777" w:rsidR="00015B8F" w:rsidRPr="009C54AE" w:rsidRDefault="00015B8F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59F4" w14:textId="77777777" w:rsidR="00015B8F" w:rsidRPr="009C54AE" w:rsidRDefault="00015B8F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D0DD" w14:textId="77777777" w:rsidR="00015B8F" w:rsidRPr="009C54AE" w:rsidRDefault="00984750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4F3AA15" w14:textId="77777777" w:rsidR="00923D7D" w:rsidRPr="009C54AE" w:rsidRDefault="00923D7D" w:rsidP="00BE2B3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D0C00C" w14:textId="7A0B171C" w:rsidR="0085747A" w:rsidRDefault="0085747A" w:rsidP="00BE2B3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BE2B32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021CFEBF" w14:textId="77777777" w:rsidR="00BE2B32" w:rsidRPr="009C54AE" w:rsidRDefault="00BE2B32" w:rsidP="00BE2B3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D644CBA" w14:textId="7B8788CD" w:rsidR="0085747A" w:rsidRPr="009C54AE" w:rsidRDefault="00BE2B32" w:rsidP="00BE2B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BE0302B" w14:textId="60165E5D" w:rsidR="0085747A" w:rsidRPr="009C54AE" w:rsidRDefault="00BE2B32" w:rsidP="00BE2B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2A4CF17" w14:textId="77777777" w:rsidR="0085747A" w:rsidRPr="009C54AE" w:rsidRDefault="0085747A" w:rsidP="00BE2B3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A98DA8" w14:textId="04AEA07A" w:rsidR="00E22FBC" w:rsidRPr="009C54AE" w:rsidRDefault="00E22FBC" w:rsidP="00BE2B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BE2B32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AC39E0" w14:textId="77777777" w:rsidR="00984750" w:rsidRDefault="00984750" w:rsidP="00BE2B3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40352A08" w14:textId="5F60255C" w:rsidR="00984750" w:rsidRPr="005A2B78" w:rsidRDefault="00BE2B32" w:rsidP="00BE2B32">
      <w:pPr>
        <w:pStyle w:val="Punktygwne"/>
        <w:spacing w:before="0" w:after="0"/>
        <w:ind w:firstLine="709"/>
        <w:rPr>
          <w:rFonts w:ascii="Corbel" w:hAnsi="Corbel"/>
          <w:b w:val="0"/>
        </w:rPr>
      </w:pPr>
      <w:r>
        <w:rPr>
          <w:rFonts w:ascii="Corbel" w:eastAsia="Times New Roman" w:hAnsi="Corbel"/>
          <w:b w:val="0"/>
          <w:smallCaps w:val="0"/>
          <w:lang w:eastAsia="pl-PL"/>
        </w:rPr>
        <w:t>Konwersatorium - z</w:t>
      </w:r>
      <w:r w:rsidR="00984750" w:rsidRPr="77A04036">
        <w:rPr>
          <w:rFonts w:ascii="Corbel" w:eastAsia="Times New Roman" w:hAnsi="Corbel"/>
          <w:b w:val="0"/>
          <w:smallCaps w:val="0"/>
          <w:lang w:eastAsia="pl-PL"/>
        </w:rPr>
        <w:t>aliczenie z oceną</w:t>
      </w:r>
    </w:p>
    <w:p w14:paraId="529A3EB6" w14:textId="77777777" w:rsidR="00E960BB" w:rsidRDefault="00E960BB" w:rsidP="00BE2B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64A2BD" w14:textId="06861B88" w:rsidR="00E960BB" w:rsidRDefault="0085747A" w:rsidP="00BE2B3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BE2B3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9C3DF3C" w14:textId="77777777" w:rsidR="00D5190F" w:rsidRPr="009C54AE" w:rsidRDefault="00D5190F" w:rsidP="00BE2B3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5"/>
      </w:tblGrid>
      <w:tr w:rsidR="0085747A" w:rsidRPr="009C54AE" w14:paraId="15334448" w14:textId="77777777" w:rsidTr="00BE2B32">
        <w:trPr>
          <w:trHeight w:val="908"/>
        </w:trPr>
        <w:tc>
          <w:tcPr>
            <w:tcW w:w="9395" w:type="dxa"/>
            <w:vAlign w:val="center"/>
          </w:tcPr>
          <w:p w14:paraId="1A57F1F2" w14:textId="77777777" w:rsidR="00984750" w:rsidRPr="007303BF" w:rsidRDefault="00984750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terminologii prawniczej.</w:t>
            </w:r>
          </w:p>
          <w:p w14:paraId="3AE97FAC" w14:textId="77777777" w:rsidR="00984750" w:rsidRPr="007303BF" w:rsidRDefault="00984750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wykładni prawniczej.</w:t>
            </w:r>
          </w:p>
          <w:p w14:paraId="2AD3AA26" w14:textId="11EE776F" w:rsidR="0085747A" w:rsidRPr="009C54AE" w:rsidRDefault="00984750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prawa karnego materialnego i proceso</w:t>
            </w:r>
            <w:r w:rsidR="00A847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wego</w:t>
            </w: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ACF34C7" w14:textId="77777777" w:rsidR="00153C41" w:rsidRDefault="00153C41" w:rsidP="00BE2B32">
      <w:pPr>
        <w:pStyle w:val="Punktygwne"/>
        <w:spacing w:before="0" w:after="0"/>
        <w:rPr>
          <w:rFonts w:ascii="Corbel" w:hAnsi="Corbel"/>
          <w:szCs w:val="24"/>
        </w:rPr>
      </w:pPr>
    </w:p>
    <w:p w14:paraId="2A28A018" w14:textId="2A731BD6" w:rsidR="0085747A" w:rsidRPr="00C05F44" w:rsidRDefault="0074786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3927E7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0AEC48" w14:textId="08FE142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BE2B3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C17579A" w14:textId="77777777" w:rsidR="00F83B28" w:rsidRPr="00BE2B32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84750" w:rsidRPr="009C54AE" w14:paraId="3497E156" w14:textId="77777777" w:rsidTr="00844D2E">
        <w:tc>
          <w:tcPr>
            <w:tcW w:w="851" w:type="dxa"/>
            <w:vAlign w:val="center"/>
          </w:tcPr>
          <w:p w14:paraId="268899CC" w14:textId="1CFFBC02" w:rsidR="00984750" w:rsidRPr="00A30834" w:rsidRDefault="00984750" w:rsidP="00BE2B3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770FC9D" w14:textId="443D915A" w:rsidR="00984750" w:rsidRPr="007303BF" w:rsidRDefault="00A8473D" w:rsidP="00BE2B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218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problematyką prawa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karnego wojskowego</w:t>
            </w:r>
            <w:r w:rsidRPr="00F218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strukturą </w:t>
            </w:r>
            <w:r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przestępstw oraz</w:t>
            </w: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 przebiegiem postępowania w sprawach </w:t>
            </w:r>
            <w:r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karnych wojskowych </w:t>
            </w:r>
            <w:r w:rsidR="00BE2B3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br/>
            </w: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z praktycznym zastosowaniem przepisów ustawy Kodeks </w:t>
            </w:r>
            <w:r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karny</w:t>
            </w: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 Kodeks postępowania karnego</w:t>
            </w: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984750" w:rsidRPr="009C54AE" w14:paraId="4EEB9CC0" w14:textId="77777777" w:rsidTr="00844D2E">
        <w:tc>
          <w:tcPr>
            <w:tcW w:w="851" w:type="dxa"/>
            <w:vAlign w:val="center"/>
          </w:tcPr>
          <w:p w14:paraId="41AC72F7" w14:textId="77777777" w:rsidR="00984750" w:rsidRPr="00A30834" w:rsidRDefault="00A8473D" w:rsidP="00BE2B3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C33597" w14:textId="77777777" w:rsidR="00984750" w:rsidRPr="007303BF" w:rsidRDefault="00A8473D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Stworzenie podstaw do samodzielnej analizy i rozwiązania kazusów, samodzielnej analizy tekstu prawnego i jego interpretacji.</w:t>
            </w:r>
          </w:p>
        </w:tc>
      </w:tr>
    </w:tbl>
    <w:p w14:paraId="3FE942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B280C9" w14:textId="165893B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E2B3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503925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65"/>
        <w:gridCol w:w="1808"/>
      </w:tblGrid>
      <w:tr w:rsidR="0085747A" w:rsidRPr="009C54AE" w14:paraId="5834D7F8" w14:textId="77777777" w:rsidTr="00BE2B32">
        <w:tc>
          <w:tcPr>
            <w:tcW w:w="1447" w:type="dxa"/>
            <w:vAlign w:val="center"/>
          </w:tcPr>
          <w:p w14:paraId="3511B5B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65" w:type="dxa"/>
            <w:vAlign w:val="center"/>
          </w:tcPr>
          <w:p w14:paraId="037460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08" w:type="dxa"/>
            <w:vAlign w:val="center"/>
          </w:tcPr>
          <w:p w14:paraId="229F66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35D62" w:rsidRPr="009C54AE" w14:paraId="122606B7" w14:textId="77777777" w:rsidTr="00BE2B32">
        <w:tc>
          <w:tcPr>
            <w:tcW w:w="1447" w:type="dxa"/>
          </w:tcPr>
          <w:p w14:paraId="7E4E1C3B" w14:textId="5F284C2A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65" w:type="dxa"/>
          </w:tcPr>
          <w:p w14:paraId="159E0D28" w14:textId="1D25B8AF" w:rsidR="00335D62" w:rsidRPr="007303BF" w:rsidRDefault="1E5013B2" w:rsidP="00BE2B32">
            <w:pPr>
              <w:pStyle w:val="Punktygwne"/>
              <w:spacing w:before="0" w:after="0"/>
              <w:ind w:left="-68"/>
              <w:rPr>
                <w:rFonts w:ascii="Corbel" w:hAnsi="Corbel"/>
                <w:b w:val="0"/>
                <w:smallCaps w:val="0"/>
              </w:rPr>
            </w:pPr>
            <w:r w:rsidRPr="77A04036">
              <w:rPr>
                <w:rFonts w:ascii="Corbel" w:hAnsi="Corbel"/>
                <w:b w:val="0"/>
                <w:smallCaps w:val="0"/>
              </w:rPr>
              <w:t>zna terminologię właściwą dla prawa karnego wojskowego</w:t>
            </w:r>
            <w:r w:rsidR="00335D62" w:rsidRPr="77A04036">
              <w:rPr>
                <w:rFonts w:ascii="Corbel" w:hAnsi="Corbel"/>
                <w:b w:val="0"/>
                <w:smallCaps w:val="0"/>
              </w:rPr>
              <w:t xml:space="preserve">; wymienia źródła tego prawa, wskazuje </w:t>
            </w:r>
            <w:r w:rsidRPr="77A04036">
              <w:rPr>
                <w:rFonts w:ascii="Corbel" w:hAnsi="Corbel"/>
                <w:b w:val="0"/>
                <w:smallCaps w:val="0"/>
              </w:rPr>
              <w:t>na jego przedmiot, cele i funkcje</w:t>
            </w:r>
            <w:r w:rsidR="00335D62" w:rsidRPr="77A04036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08" w:type="dxa"/>
          </w:tcPr>
          <w:p w14:paraId="6B6B659C" w14:textId="77777777" w:rsidR="00335D62" w:rsidRPr="007303BF" w:rsidRDefault="002E66A3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35D62" w:rsidRPr="009C54AE" w14:paraId="19954D00" w14:textId="77777777" w:rsidTr="00BE2B32">
        <w:tc>
          <w:tcPr>
            <w:tcW w:w="1447" w:type="dxa"/>
          </w:tcPr>
          <w:p w14:paraId="57DC4377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65" w:type="dxa"/>
          </w:tcPr>
          <w:p w14:paraId="381513C8" w14:textId="4663E352" w:rsidR="00335D62" w:rsidRPr="007303BF" w:rsidRDefault="00335D62" w:rsidP="00BE2B32">
            <w:pPr>
              <w:pStyle w:val="Punktygwne"/>
              <w:spacing w:before="0" w:after="0"/>
              <w:ind w:left="-68"/>
              <w:rPr>
                <w:rFonts w:ascii="Corbel" w:hAnsi="Corbel" w:cs="Tahoma"/>
                <w:b w:val="0"/>
                <w:color w:val="000000"/>
              </w:rPr>
            </w:pPr>
            <w:r w:rsidRPr="77A04036">
              <w:rPr>
                <w:rFonts w:ascii="Corbel" w:hAnsi="Corbel"/>
                <w:b w:val="0"/>
                <w:smallCaps w:val="0"/>
              </w:rPr>
              <w:t xml:space="preserve">ma </w:t>
            </w:r>
            <w:r w:rsidR="1E5013B2" w:rsidRPr="77A04036">
              <w:rPr>
                <w:rFonts w:ascii="Corbel" w:hAnsi="Corbel"/>
                <w:b w:val="0"/>
                <w:smallCaps w:val="0"/>
              </w:rPr>
              <w:t xml:space="preserve">pogłębioną </w:t>
            </w:r>
            <w:r w:rsidRPr="77A04036">
              <w:rPr>
                <w:rFonts w:ascii="Corbel" w:hAnsi="Corbel"/>
                <w:b w:val="0"/>
                <w:smallCaps w:val="0"/>
              </w:rPr>
              <w:t xml:space="preserve">wiedzę </w:t>
            </w:r>
            <w:r w:rsidR="1E5013B2" w:rsidRPr="77A04036">
              <w:rPr>
                <w:rFonts w:ascii="Corbel" w:hAnsi="Corbel"/>
                <w:b w:val="0"/>
                <w:smallCaps w:val="0"/>
              </w:rPr>
              <w:t>z zakresu prawa karnego wojskowego.</w:t>
            </w:r>
          </w:p>
        </w:tc>
        <w:tc>
          <w:tcPr>
            <w:tcW w:w="1808" w:type="dxa"/>
          </w:tcPr>
          <w:p w14:paraId="1BA4BA8C" w14:textId="77777777" w:rsidR="00335D62" w:rsidRPr="007303BF" w:rsidRDefault="002E66A3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2E66A3" w:rsidRPr="007303BF" w14:paraId="35FE9C45" w14:textId="77777777" w:rsidTr="00BE2B3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BF10" w14:textId="77777777" w:rsidR="002E66A3" w:rsidRPr="009C54AE" w:rsidRDefault="002E66A3" w:rsidP="00B02F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75EC" w14:textId="450445DB" w:rsidR="002E66A3" w:rsidRPr="007303BF" w:rsidRDefault="002E66A3" w:rsidP="00BE2B32">
            <w:pPr>
              <w:pStyle w:val="Punktygwne"/>
              <w:spacing w:before="0" w:after="0"/>
              <w:ind w:left="-68"/>
              <w:rPr>
                <w:rFonts w:ascii="Corbel" w:hAnsi="Corbel"/>
                <w:b w:val="0"/>
                <w:smallCaps w:val="0"/>
              </w:rPr>
            </w:pPr>
            <w:r w:rsidRPr="77A04036">
              <w:rPr>
                <w:rFonts w:ascii="Corbel" w:hAnsi="Corbel"/>
                <w:b w:val="0"/>
                <w:smallCaps w:val="0"/>
              </w:rPr>
              <w:t xml:space="preserve">interpretuje przepisy normujące </w:t>
            </w:r>
            <w:r w:rsidR="1E5013B2" w:rsidRPr="77A04036">
              <w:rPr>
                <w:rFonts w:ascii="Corbel" w:hAnsi="Corbel"/>
                <w:b w:val="0"/>
                <w:smallCaps w:val="0"/>
              </w:rPr>
              <w:t xml:space="preserve">prawo karne wojskowe </w:t>
            </w:r>
            <w:r w:rsidRPr="77A04036">
              <w:rPr>
                <w:rFonts w:ascii="Corbel" w:hAnsi="Corbel"/>
                <w:b w:val="0"/>
                <w:smallCaps w:val="0"/>
              </w:rPr>
              <w:t xml:space="preserve"> oraz analizuje zmiany w tym zakresie w ustawodawstwie karnoprocesowym.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9F8D" w14:textId="77777777" w:rsidR="002E66A3" w:rsidRPr="007303BF" w:rsidRDefault="002E66A3" w:rsidP="00B02F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35D62" w:rsidRPr="009C54AE" w14:paraId="506A7E58" w14:textId="77777777" w:rsidTr="00BE2B32">
        <w:tc>
          <w:tcPr>
            <w:tcW w:w="1447" w:type="dxa"/>
          </w:tcPr>
          <w:p w14:paraId="03BDD7D0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66A3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265" w:type="dxa"/>
          </w:tcPr>
          <w:p w14:paraId="250D0AC0" w14:textId="3F6D9351" w:rsidR="00335D62" w:rsidRPr="007303BF" w:rsidRDefault="00335D62" w:rsidP="00BE2B32">
            <w:pPr>
              <w:pStyle w:val="Punktygwne"/>
              <w:spacing w:before="0" w:after="0"/>
              <w:ind w:left="-68"/>
              <w:rPr>
                <w:rFonts w:ascii="Corbel" w:hAnsi="Corbel"/>
                <w:b w:val="0"/>
                <w:smallCaps w:val="0"/>
              </w:rPr>
            </w:pPr>
            <w:r w:rsidRPr="77A04036">
              <w:rPr>
                <w:rFonts w:ascii="Corbel" w:hAnsi="Corbel"/>
                <w:b w:val="0"/>
                <w:smallCaps w:val="0"/>
              </w:rPr>
              <w:t xml:space="preserve">sprawnie posługuje się normami, regułami oraz instytucjami prawnymi obowiązującymi w zakresie </w:t>
            </w:r>
            <w:r w:rsidR="1E5013B2" w:rsidRPr="77A04036">
              <w:rPr>
                <w:rFonts w:ascii="Corbel" w:hAnsi="Corbel"/>
                <w:b w:val="0"/>
                <w:smallCaps w:val="0"/>
              </w:rPr>
              <w:t xml:space="preserve">prawa karnego wojskowego </w:t>
            </w:r>
            <w:r w:rsidRPr="77A04036">
              <w:rPr>
                <w:rFonts w:ascii="Corbel" w:hAnsi="Corbel"/>
                <w:b w:val="0"/>
                <w:smallCaps w:val="0"/>
              </w:rPr>
              <w:t>oraz posiada rozszerzone umiejętności rozwiązywania konkretnych problemów prawnych na gruncie karnoprocesowym.</w:t>
            </w:r>
          </w:p>
        </w:tc>
        <w:tc>
          <w:tcPr>
            <w:tcW w:w="1808" w:type="dxa"/>
          </w:tcPr>
          <w:p w14:paraId="00622678" w14:textId="77777777" w:rsidR="00335D62" w:rsidRPr="007303BF" w:rsidRDefault="00AB12BA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A3173" w:rsidRPr="009C54AE" w14:paraId="205460AD" w14:textId="77777777" w:rsidTr="00BE2B3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CB04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B4CB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2089" w14:textId="78D739E9" w:rsidR="00DA3173" w:rsidRPr="00A760FD" w:rsidRDefault="7232F5BA" w:rsidP="00BE2B32">
            <w:pPr>
              <w:pStyle w:val="Punktygwne"/>
              <w:spacing w:before="0" w:after="0"/>
              <w:ind w:left="-68"/>
              <w:rPr>
                <w:rFonts w:ascii="Corbel" w:hAnsi="Corbel"/>
                <w:b w:val="0"/>
                <w:smallCaps w:val="0"/>
              </w:rPr>
            </w:pPr>
            <w:r w:rsidRPr="77A04036">
              <w:rPr>
                <w:rFonts w:ascii="Corbel" w:hAnsi="Corbel"/>
                <w:b w:val="0"/>
                <w:smallCaps w:val="0"/>
              </w:rPr>
              <w:t xml:space="preserve">jest </w:t>
            </w:r>
            <w:r w:rsidR="57F939DB" w:rsidRPr="77A04036">
              <w:rPr>
                <w:rFonts w:ascii="Corbel" w:hAnsi="Corbel"/>
                <w:b w:val="0"/>
                <w:smallCaps w:val="0"/>
              </w:rPr>
              <w:t xml:space="preserve">zorientowany jak funkcjonuje wymiar sprawiedliwości, jest </w:t>
            </w:r>
            <w:r w:rsidRPr="77A04036">
              <w:rPr>
                <w:rFonts w:ascii="Corbel" w:hAnsi="Corbel"/>
                <w:b w:val="0"/>
                <w:smallCaps w:val="0"/>
              </w:rPr>
              <w:t xml:space="preserve">otwarty na nowe rozwiązania i argumenty dotyczące zagadnień z zakresu </w:t>
            </w:r>
            <w:r w:rsidR="1E5013B2" w:rsidRPr="77A04036">
              <w:rPr>
                <w:rFonts w:ascii="Corbel" w:hAnsi="Corbel"/>
                <w:b w:val="0"/>
                <w:smallCaps w:val="0"/>
              </w:rPr>
              <w:t>prawa karnego wojskowego</w:t>
            </w:r>
            <w:r w:rsidRPr="77A04036">
              <w:rPr>
                <w:rFonts w:ascii="Corbel" w:hAnsi="Corbel"/>
                <w:b w:val="0"/>
                <w:smallCaps w:val="0"/>
              </w:rPr>
              <w:t xml:space="preserve"> oraz ma</w:t>
            </w:r>
            <w:r w:rsidR="57F939DB" w:rsidRPr="77A04036">
              <w:rPr>
                <w:rFonts w:ascii="Corbel" w:hAnsi="Corbel"/>
                <w:b w:val="0"/>
                <w:smallCaps w:val="0"/>
              </w:rPr>
              <w:t xml:space="preserve"> zdolność do pogłębiania wiedzy </w:t>
            </w:r>
            <w:r w:rsidRPr="77A04036">
              <w:rPr>
                <w:rFonts w:ascii="Corbel" w:hAnsi="Corbel"/>
                <w:b w:val="0"/>
                <w:smallCaps w:val="0"/>
              </w:rPr>
              <w:t>i nadążania za zmianami wprowadzanymi do ustawy</w:t>
            </w:r>
            <w:r w:rsidR="57F939DB" w:rsidRPr="77A04036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F792" w14:textId="77777777" w:rsidR="00DA3173" w:rsidRPr="007303BF" w:rsidRDefault="003C15C5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DA3173" w:rsidRPr="009C54AE" w14:paraId="7187FCF7" w14:textId="77777777" w:rsidTr="00BE2B3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8F02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B4CBB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287B" w14:textId="77777777" w:rsidR="00DA3173" w:rsidRPr="00A760FD" w:rsidRDefault="1E5013B2" w:rsidP="00BE2B32">
            <w:pPr>
              <w:pStyle w:val="TableParagraph"/>
              <w:tabs>
                <w:tab w:val="left" w:pos="1625"/>
                <w:tab w:val="left" w:pos="1896"/>
                <w:tab w:val="left" w:pos="2914"/>
                <w:tab w:val="left" w:pos="4265"/>
                <w:tab w:val="left" w:pos="4536"/>
              </w:tabs>
              <w:ind w:left="-68" w:right="100"/>
              <w:rPr>
                <w:sz w:val="24"/>
                <w:szCs w:val="24"/>
              </w:rPr>
            </w:pPr>
            <w:r w:rsidRPr="00A760FD">
              <w:rPr>
                <w:sz w:val="24"/>
                <w:szCs w:val="24"/>
              </w:rPr>
              <w:t xml:space="preserve">identyfikuje i </w:t>
            </w:r>
            <w:r w:rsidRPr="00A760FD">
              <w:rPr>
                <w:spacing w:val="-1"/>
                <w:sz w:val="24"/>
                <w:szCs w:val="24"/>
              </w:rPr>
              <w:t>rozwiązuje dylematy moralne i etyczne związane ze stosowaniem prawa.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A79E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K_Ko6</w:t>
            </w:r>
          </w:p>
        </w:tc>
      </w:tr>
    </w:tbl>
    <w:p w14:paraId="090072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039F2" w14:textId="322B095B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E2B32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0BCBC36" w14:textId="77777777" w:rsidR="00BE2B32" w:rsidRPr="009C54AE" w:rsidRDefault="00BE2B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EB729E" w14:textId="12894922" w:rsidR="00BE2B32" w:rsidRDefault="00BE2B32" w:rsidP="002E66A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– nie dotyczy</w:t>
      </w:r>
    </w:p>
    <w:p w14:paraId="773D869D" w14:textId="77777777" w:rsidR="00BE2B32" w:rsidRDefault="00BE2B32" w:rsidP="00BE2B3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4E1221A" w14:textId="77777777" w:rsidR="00BE2B32" w:rsidRDefault="00BE2B32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47FBEA35" w14:textId="0E621C37" w:rsidR="002E66A3" w:rsidRPr="009C54AE" w:rsidRDefault="002E66A3" w:rsidP="00BE2B32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2654BF4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3"/>
      </w:tblGrid>
      <w:tr w:rsidR="00335D62" w:rsidRPr="009C54AE" w14:paraId="442030D6" w14:textId="77777777" w:rsidTr="00BE2B32">
        <w:tc>
          <w:tcPr>
            <w:tcW w:w="8363" w:type="dxa"/>
          </w:tcPr>
          <w:p w14:paraId="1C3BFB30" w14:textId="77777777" w:rsidR="00335D62" w:rsidRPr="00335D62" w:rsidRDefault="00335D62" w:rsidP="00335D62">
            <w:pPr>
              <w:pStyle w:val="Akapitzlist"/>
              <w:spacing w:after="75" w:line="212" w:lineRule="atLeast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335D62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335D62" w:rsidRPr="009C54AE" w14:paraId="35799B66" w14:textId="77777777" w:rsidTr="00BE2B32">
        <w:tc>
          <w:tcPr>
            <w:tcW w:w="8363" w:type="dxa"/>
          </w:tcPr>
          <w:p w14:paraId="21FE57C3" w14:textId="77777777" w:rsidR="00335D62" w:rsidRPr="007303BF" w:rsidRDefault="00335D62" w:rsidP="77A040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A04036">
              <w:rPr>
                <w:rFonts w:ascii="Corbel" w:hAnsi="Corbel" w:cs="Tahoma"/>
                <w:color w:val="000000" w:themeColor="text1"/>
                <w:sz w:val="24"/>
                <w:szCs w:val="24"/>
              </w:rPr>
              <w:t xml:space="preserve">1. </w:t>
            </w:r>
            <w:r w:rsidR="230820DE" w:rsidRPr="77A04036">
              <w:rPr>
                <w:rFonts w:ascii="Corbel" w:hAnsi="Corbel" w:cs="Tahoma"/>
                <w:color w:val="000000" w:themeColor="text1"/>
                <w:sz w:val="24"/>
                <w:szCs w:val="24"/>
              </w:rPr>
              <w:t>Prawo karne wojskowe, jako szczególna dziedzina prawa karnego. Podmiot i przedmiot przestępstwa wojskowego</w:t>
            </w:r>
            <w:r w:rsidRPr="77A04036">
              <w:rPr>
                <w:rFonts w:ascii="Corbel" w:hAnsi="Corbel" w:cs="Tahoma"/>
                <w:color w:val="000000" w:themeColor="text1"/>
                <w:sz w:val="24"/>
                <w:szCs w:val="24"/>
              </w:rPr>
              <w:t xml:space="preserve"> – 1</w:t>
            </w:r>
            <w:r w:rsidR="230820DE" w:rsidRPr="77A04036">
              <w:rPr>
                <w:rFonts w:ascii="Corbel" w:hAnsi="Corbel" w:cs="Tahoma"/>
                <w:color w:val="000000" w:themeColor="text1"/>
                <w:sz w:val="24"/>
                <w:szCs w:val="24"/>
              </w:rPr>
              <w:t>,5</w:t>
            </w:r>
            <w:r w:rsidRPr="77A04036">
              <w:rPr>
                <w:rFonts w:ascii="Corbel" w:hAnsi="Corbel" w:cs="Tahoma"/>
                <w:color w:val="000000" w:themeColor="text1"/>
                <w:sz w:val="24"/>
                <w:szCs w:val="24"/>
              </w:rPr>
              <w:t xml:space="preserve"> h.</w:t>
            </w:r>
          </w:p>
        </w:tc>
      </w:tr>
      <w:tr w:rsidR="00335D62" w:rsidRPr="009C54AE" w14:paraId="074C732C" w14:textId="77777777" w:rsidTr="00BE2B32">
        <w:tc>
          <w:tcPr>
            <w:tcW w:w="8363" w:type="dxa"/>
          </w:tcPr>
          <w:p w14:paraId="154B5D71" w14:textId="77777777" w:rsidR="00335D62" w:rsidRPr="007303BF" w:rsidRDefault="00335D62" w:rsidP="00166E4A">
            <w:pPr>
              <w:pStyle w:val="Akapitzlist"/>
              <w:spacing w:after="0" w:line="240" w:lineRule="auto"/>
              <w:ind w:left="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 xml:space="preserve">2. </w:t>
            </w:r>
            <w:r w:rsidR="00166E4A">
              <w:rPr>
                <w:rFonts w:ascii="Corbel" w:hAnsi="Corbel" w:cs="Tahoma"/>
                <w:color w:val="000000"/>
                <w:sz w:val="24"/>
                <w:szCs w:val="24"/>
              </w:rPr>
              <w:t>Przepisy ogólne dotyczące żołnierzy. Kontratypy. Kary i środki karne stosowane wobec żołnierzy. Stosowani kar dyscyplinarnych.  Środki związane z poddaniem żołnierza próbie. Zatarcie skazania</w:t>
            </w:r>
            <w:r w:rsidR="00D15A29">
              <w:rPr>
                <w:rFonts w:ascii="Corbel" w:hAnsi="Corbel" w:cs="Tahoma"/>
                <w:color w:val="000000"/>
                <w:sz w:val="24"/>
                <w:szCs w:val="24"/>
              </w:rPr>
              <w:t xml:space="preserve">  – 6</w:t>
            </w: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 xml:space="preserve"> h.</w:t>
            </w:r>
          </w:p>
        </w:tc>
      </w:tr>
      <w:tr w:rsidR="00335D62" w:rsidRPr="009C54AE" w14:paraId="48FED5B8" w14:textId="77777777" w:rsidTr="00BE2B32">
        <w:tc>
          <w:tcPr>
            <w:tcW w:w="8363" w:type="dxa"/>
          </w:tcPr>
          <w:p w14:paraId="1AEB1E87" w14:textId="77777777" w:rsidR="00335D62" w:rsidRPr="007303BF" w:rsidRDefault="00335D62" w:rsidP="00D15A29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 xml:space="preserve">3. </w:t>
            </w:r>
            <w:r w:rsidR="00D15A29">
              <w:rPr>
                <w:rFonts w:ascii="Corbel" w:hAnsi="Corbel" w:cs="Tahoma"/>
                <w:color w:val="000000"/>
              </w:rPr>
              <w:t>Przestępstwa określone w Rozdziałach XXXIX-XLIV Kodeksu karnego</w:t>
            </w:r>
            <w:r w:rsidRPr="007303BF">
              <w:rPr>
                <w:rFonts w:ascii="Corbel" w:hAnsi="Corbel" w:cs="Tahoma"/>
                <w:color w:val="000000"/>
              </w:rPr>
              <w:t xml:space="preserve"> </w:t>
            </w:r>
            <w:r w:rsidRPr="007303BF">
              <w:rPr>
                <w:rFonts w:ascii="Corbel" w:hAnsi="Corbel"/>
              </w:rPr>
              <w:t>– 2 h.</w:t>
            </w:r>
          </w:p>
        </w:tc>
      </w:tr>
      <w:tr w:rsidR="002E66A3" w:rsidRPr="00335D62" w14:paraId="5571388D" w14:textId="77777777" w:rsidTr="00BE2B32"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C1EB" w14:textId="77777777" w:rsidR="002E66A3" w:rsidRPr="00335D62" w:rsidRDefault="002E66A3" w:rsidP="00D15A29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4</w:t>
            </w:r>
            <w:r w:rsidRPr="00335D62">
              <w:rPr>
                <w:rFonts w:ascii="Corbel" w:hAnsi="Corbel" w:cs="Tahoma"/>
                <w:color w:val="000000"/>
              </w:rPr>
              <w:t xml:space="preserve">. </w:t>
            </w:r>
            <w:r w:rsidR="00F57825">
              <w:rPr>
                <w:rFonts w:ascii="Corbel" w:hAnsi="Corbel" w:cs="Tahoma"/>
                <w:color w:val="000000"/>
              </w:rPr>
              <w:t>Sądownictwo wojskowe. Prokuratorzy do spraw wojskowych</w:t>
            </w:r>
            <w:r>
              <w:rPr>
                <w:rStyle w:val="alb-s"/>
                <w:rFonts w:ascii="Corbel" w:hAnsi="Corbel"/>
              </w:rPr>
              <w:t xml:space="preserve"> – 2</w:t>
            </w:r>
            <w:r w:rsidRPr="00335D62">
              <w:rPr>
                <w:rStyle w:val="alb-s"/>
                <w:rFonts w:ascii="Corbel" w:hAnsi="Corbel"/>
              </w:rPr>
              <w:t xml:space="preserve"> h.</w:t>
            </w:r>
          </w:p>
        </w:tc>
      </w:tr>
      <w:tr w:rsidR="00335D62" w:rsidRPr="007303BF" w14:paraId="7511A80D" w14:textId="77777777" w:rsidTr="00BE2B32"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4D84" w14:textId="77777777" w:rsidR="002E66A3" w:rsidRPr="007303BF" w:rsidRDefault="002E66A3" w:rsidP="00F57825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5</w:t>
            </w:r>
            <w:r w:rsidR="00335D62" w:rsidRPr="00335D62">
              <w:rPr>
                <w:rFonts w:ascii="Corbel" w:hAnsi="Corbel" w:cs="Tahoma"/>
                <w:color w:val="000000"/>
              </w:rPr>
              <w:t xml:space="preserve">. </w:t>
            </w:r>
            <w:r w:rsidR="00F57825">
              <w:rPr>
                <w:rFonts w:ascii="Corbel" w:hAnsi="Corbel" w:cs="Tahoma"/>
                <w:color w:val="000000"/>
              </w:rPr>
              <w:t>Postępowanie karna w sprawach podlegających orzecznictwo sądów wojskowych. Środki przymusu i postępowanie przygotowawcze. Postępowanie przed sądem. – 3</w:t>
            </w:r>
            <w:r w:rsidR="00335D62" w:rsidRPr="00335D62">
              <w:rPr>
                <w:rFonts w:ascii="Corbel" w:hAnsi="Corbel" w:cs="Tahoma"/>
                <w:color w:val="000000"/>
              </w:rPr>
              <w:t>,5 h.</w:t>
            </w:r>
          </w:p>
        </w:tc>
      </w:tr>
    </w:tbl>
    <w:p w14:paraId="4168F88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132BFB" w14:textId="1856F5A0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77A04036">
        <w:rPr>
          <w:rFonts w:ascii="Corbel" w:hAnsi="Corbel"/>
          <w:smallCaps w:val="0"/>
        </w:rPr>
        <w:t>3.4</w:t>
      </w:r>
      <w:r w:rsidR="00BE2B32">
        <w:rPr>
          <w:rFonts w:ascii="Corbel" w:hAnsi="Corbel"/>
          <w:smallCaps w:val="0"/>
        </w:rPr>
        <w:t>.</w:t>
      </w:r>
      <w:r w:rsidRPr="77A04036">
        <w:rPr>
          <w:rFonts w:ascii="Corbel" w:hAnsi="Corbel"/>
          <w:smallCaps w:val="0"/>
        </w:rPr>
        <w:t xml:space="preserve"> Metody dydaktyczne</w:t>
      </w:r>
      <w:r w:rsidRPr="77A04036">
        <w:rPr>
          <w:rFonts w:ascii="Corbel" w:hAnsi="Corbel"/>
          <w:b w:val="0"/>
          <w:smallCaps w:val="0"/>
        </w:rPr>
        <w:t xml:space="preserve"> </w:t>
      </w:r>
    </w:p>
    <w:p w14:paraId="2A082DCB" w14:textId="61261DC4" w:rsidR="77A04036" w:rsidRDefault="77A04036" w:rsidP="77A04036">
      <w:pPr>
        <w:pStyle w:val="Punktygwne"/>
        <w:spacing w:before="0" w:after="0"/>
        <w:ind w:left="426"/>
        <w:rPr>
          <w:rFonts w:ascii="Corbel" w:hAnsi="Corbel"/>
          <w:bCs/>
          <w:smallCaps w:val="0"/>
          <w:szCs w:val="24"/>
        </w:rPr>
      </w:pPr>
    </w:p>
    <w:p w14:paraId="52B36E92" w14:textId="660BEB1D" w:rsidR="00335D62" w:rsidRPr="0046639C" w:rsidRDefault="00335D62" w:rsidP="00BE2B32">
      <w:pPr>
        <w:spacing w:after="0" w:line="240" w:lineRule="auto"/>
        <w:ind w:left="426"/>
        <w:contextualSpacing/>
        <w:rPr>
          <w:rFonts w:ascii="Corbel" w:eastAsia="Cambria" w:hAnsi="Corbel"/>
          <w:b/>
          <w:bCs/>
          <w:sz w:val="24"/>
          <w:szCs w:val="24"/>
        </w:rPr>
      </w:pPr>
      <w:r w:rsidRPr="1F103450">
        <w:rPr>
          <w:rFonts w:ascii="Corbel" w:eastAsia="Cambria" w:hAnsi="Corbel"/>
          <w:b/>
          <w:bCs/>
          <w:sz w:val="24"/>
          <w:szCs w:val="24"/>
        </w:rPr>
        <w:t xml:space="preserve">Metody stosowane na </w:t>
      </w:r>
      <w:r w:rsidR="7C6D1A36" w:rsidRPr="1F103450">
        <w:rPr>
          <w:rFonts w:ascii="Corbel" w:eastAsia="Cambria" w:hAnsi="Corbel"/>
          <w:b/>
          <w:bCs/>
          <w:sz w:val="24"/>
          <w:szCs w:val="24"/>
        </w:rPr>
        <w:t>zajęciach</w:t>
      </w:r>
      <w:r w:rsidRPr="1F103450">
        <w:rPr>
          <w:rFonts w:ascii="Corbel" w:eastAsia="Cambria" w:hAnsi="Corbel"/>
          <w:b/>
          <w:bCs/>
          <w:sz w:val="24"/>
          <w:szCs w:val="24"/>
        </w:rPr>
        <w:t xml:space="preserve">: </w:t>
      </w:r>
      <w:r w:rsidRPr="1F103450">
        <w:rPr>
          <w:rFonts w:ascii="Corbel" w:eastAsia="Cambria" w:hAnsi="Corbel"/>
          <w:sz w:val="24"/>
          <w:szCs w:val="24"/>
        </w:rPr>
        <w:t>analiza i interpretacja tekstów źródłowych, praca w grupach nad analizą przy</w:t>
      </w:r>
      <w:r w:rsidR="002E66A3" w:rsidRPr="1F103450">
        <w:rPr>
          <w:rFonts w:ascii="Corbel" w:eastAsia="Cambria" w:hAnsi="Corbel"/>
          <w:sz w:val="24"/>
          <w:szCs w:val="24"/>
        </w:rPr>
        <w:t>padków, dyskusja</w:t>
      </w:r>
    </w:p>
    <w:p w14:paraId="48A5C4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8346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93A2A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73617F" w14:textId="5B19BFAF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E2B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6FF7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956"/>
        <w:gridCol w:w="2117"/>
      </w:tblGrid>
      <w:tr w:rsidR="0085747A" w:rsidRPr="009C54AE" w14:paraId="17835E09" w14:textId="77777777" w:rsidTr="00BE2B32">
        <w:tc>
          <w:tcPr>
            <w:tcW w:w="1447" w:type="dxa"/>
            <w:vAlign w:val="center"/>
          </w:tcPr>
          <w:p w14:paraId="1284B2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6" w:type="dxa"/>
            <w:vAlign w:val="center"/>
          </w:tcPr>
          <w:p w14:paraId="07AD863E" w14:textId="35B33BFB" w:rsidR="0085747A" w:rsidRPr="009C54AE" w:rsidRDefault="00A84C85" w:rsidP="77A040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7A0403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74D35910" w:rsidRPr="77A0403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27039CA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9D082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4FCD4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35D62" w:rsidRPr="009C54AE" w14:paraId="13C3D02C" w14:textId="77777777" w:rsidTr="00BE2B32">
        <w:trPr>
          <w:trHeight w:val="340"/>
        </w:trPr>
        <w:tc>
          <w:tcPr>
            <w:tcW w:w="1447" w:type="dxa"/>
            <w:vAlign w:val="center"/>
          </w:tcPr>
          <w:p w14:paraId="25BB440E" w14:textId="5F9B26D1" w:rsidR="00335D62" w:rsidRPr="00BE2B32" w:rsidRDefault="00BE2B32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6" w:type="dxa"/>
            <w:vAlign w:val="center"/>
          </w:tcPr>
          <w:p w14:paraId="1C2E9D30" w14:textId="77777777" w:rsidR="00335D62" w:rsidRPr="00BE2B32" w:rsidRDefault="00335D62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vAlign w:val="center"/>
          </w:tcPr>
          <w:p w14:paraId="4350F495" w14:textId="16C4D05E" w:rsidR="00335D62" w:rsidRPr="00BE2B32" w:rsidRDefault="6BF42926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BE2B32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BE2B32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35D62" w:rsidRPr="009C54AE" w14:paraId="6899514F" w14:textId="77777777" w:rsidTr="00BE2B32">
        <w:trPr>
          <w:trHeight w:val="340"/>
        </w:trPr>
        <w:tc>
          <w:tcPr>
            <w:tcW w:w="1447" w:type="dxa"/>
            <w:vAlign w:val="center"/>
          </w:tcPr>
          <w:p w14:paraId="5A15EBDE" w14:textId="5E2D0C58" w:rsidR="00335D62" w:rsidRPr="00BE2B32" w:rsidRDefault="00BE2B32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6" w:type="dxa"/>
            <w:vAlign w:val="center"/>
          </w:tcPr>
          <w:p w14:paraId="16069338" w14:textId="77777777" w:rsidR="00335D62" w:rsidRPr="00BE2B32" w:rsidRDefault="00335D62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vAlign w:val="center"/>
          </w:tcPr>
          <w:p w14:paraId="154A9095" w14:textId="6C62A6B4" w:rsidR="00335D62" w:rsidRPr="00BE2B32" w:rsidRDefault="42C2CB88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BE2B32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BE2B32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DA3173" w:rsidRPr="00D32D3A" w14:paraId="53DD863F" w14:textId="77777777" w:rsidTr="00BE2B32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131D8" w14:textId="013F85CE" w:rsidR="00DA3173" w:rsidRPr="00BE2B32" w:rsidRDefault="00BE2B32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05C1" w14:textId="77777777" w:rsidR="00DA3173" w:rsidRPr="00BE2B32" w:rsidRDefault="00DA3173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B899" w14:textId="15890138" w:rsidR="00DA3173" w:rsidRPr="00BE2B32" w:rsidRDefault="6F4E4EFB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BE2B32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BE2B32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DA3173" w:rsidRPr="00D32D3A" w14:paraId="53D01DC2" w14:textId="77777777" w:rsidTr="00BE2B32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EF5B" w14:textId="7CFCF0A5" w:rsidR="00DA3173" w:rsidRPr="00BE2B32" w:rsidRDefault="00BE2B32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7969" w14:textId="77777777" w:rsidR="00DA3173" w:rsidRPr="00BE2B32" w:rsidRDefault="00DA3173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74A8" w14:textId="250DD2B5" w:rsidR="00DA3173" w:rsidRPr="00BE2B32" w:rsidRDefault="348D4DD2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BE2B32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BE2B32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DA3173" w:rsidRPr="00D32D3A" w14:paraId="79F98DEC" w14:textId="77777777" w:rsidTr="00BE2B32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7550" w14:textId="0EA8EEB8" w:rsidR="00DA3173" w:rsidRPr="00BE2B32" w:rsidRDefault="00BE2B32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B7619" w14:textId="77777777" w:rsidR="00DA3173" w:rsidRPr="00BE2B32" w:rsidRDefault="00DA3173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76A0" w14:textId="5D769035" w:rsidR="00DA3173" w:rsidRPr="00BE2B32" w:rsidRDefault="16E96193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BE2B32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BE2B32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DA3173" w:rsidRPr="00D32D3A" w14:paraId="083D9BA1" w14:textId="77777777" w:rsidTr="00BE2B32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809B" w14:textId="01DAC2C4" w:rsidR="00DA3173" w:rsidRPr="00BE2B32" w:rsidRDefault="00BE2B32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AD79" w14:textId="77777777" w:rsidR="00DA3173" w:rsidRPr="00BE2B32" w:rsidRDefault="00DA3173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BDBD7" w14:textId="7EBE562C" w:rsidR="00DA3173" w:rsidRPr="00BE2B32" w:rsidRDefault="699E49E6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BE2B32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BE2B32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3E881EC5" w14:textId="77777777" w:rsidR="00C44F7C" w:rsidRPr="009C54AE" w:rsidRDefault="00C44F7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1136A6" w14:textId="79F1AE3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BE2B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A6A31E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5019B7" w14:textId="77777777" w:rsidTr="00BE2B32">
        <w:trPr>
          <w:trHeight w:val="1061"/>
        </w:trPr>
        <w:tc>
          <w:tcPr>
            <w:tcW w:w="9670" w:type="dxa"/>
            <w:vAlign w:val="center"/>
          </w:tcPr>
          <w:p w14:paraId="170A5712" w14:textId="7B96367A" w:rsidR="002E66A3" w:rsidRDefault="00DA3173" w:rsidP="00BE2B32">
            <w:pPr>
              <w:shd w:val="clear" w:color="auto" w:fill="FFFFFF" w:themeFill="background1"/>
              <w:spacing w:after="0" w:line="240" w:lineRule="auto"/>
              <w:ind w:left="5"/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</w:pPr>
            <w:r w:rsidRPr="74D81C5C">
              <w:rPr>
                <w:rFonts w:ascii="Corbel" w:hAnsi="Corbel"/>
              </w:rPr>
              <w:t>Kryteria uzyskania zaliczenia: praca kontrolna pisemna (pytania otwarte</w:t>
            </w:r>
            <w:r w:rsidR="002E66A3" w:rsidRPr="74D81C5C">
              <w:rPr>
                <w:rFonts w:ascii="Corbel" w:hAnsi="Corbel"/>
                <w:b/>
                <w:bCs/>
                <w:smallCaps/>
              </w:rPr>
              <w:t>)</w:t>
            </w:r>
            <w:r w:rsidRPr="74D81C5C">
              <w:rPr>
                <w:rFonts w:ascii="Corbel" w:hAnsi="Corbel"/>
              </w:rPr>
              <w:t xml:space="preserve">. </w:t>
            </w:r>
            <w:r w:rsidR="002E66A3" w:rsidRPr="74D81C5C">
              <w:rPr>
                <w:rFonts w:ascii="Corbel" w:hAnsi="Corbel"/>
                <w:sz w:val="24"/>
                <w:szCs w:val="24"/>
                <w:lang w:eastAsia="pl-PL"/>
              </w:rPr>
              <w:t xml:space="preserve">Warunkiem otrzymania oceny pozytywnej na egzaminie jest uzyskanie co najmniej 50,5% pozytywnych odpowiedzi. </w:t>
            </w:r>
          </w:p>
          <w:p w14:paraId="5F9514E9" w14:textId="77777777" w:rsidR="0085747A" w:rsidRPr="009C54AE" w:rsidRDefault="00DA3173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wyjątkowych wypadkach możliwe jest zaliczenie ustne</w:t>
            </w:r>
            <w:r w:rsidR="002E66A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95005">
              <w:rPr>
                <w:b w:val="0"/>
                <w:i/>
                <w:smallCaps w:val="0"/>
                <w:sz w:val="22"/>
              </w:rPr>
              <w:t xml:space="preserve">  </w:t>
            </w:r>
          </w:p>
        </w:tc>
      </w:tr>
    </w:tbl>
    <w:p w14:paraId="2A9630F7" w14:textId="77777777" w:rsidR="003B4CBB" w:rsidRDefault="003B4CB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0592C5" w14:textId="66C15624" w:rsidR="009F4610" w:rsidRPr="009C54AE" w:rsidRDefault="00CD24BC" w:rsidP="00BE2B32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DDC53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14:paraId="0D38DBA4" w14:textId="77777777" w:rsidTr="00BE2B32">
        <w:tc>
          <w:tcPr>
            <w:tcW w:w="5274" w:type="dxa"/>
            <w:vAlign w:val="center"/>
          </w:tcPr>
          <w:p w14:paraId="187D323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15FC5AE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7B5DC3" w14:textId="77777777" w:rsidTr="00BE2B32">
        <w:tc>
          <w:tcPr>
            <w:tcW w:w="5274" w:type="dxa"/>
          </w:tcPr>
          <w:p w14:paraId="594ED621" w14:textId="515A167A" w:rsidR="0085747A" w:rsidRPr="009C54AE" w:rsidRDefault="00C61DC5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4D81C5C">
              <w:rPr>
                <w:rFonts w:ascii="Corbel" w:hAnsi="Corbel"/>
                <w:sz w:val="24"/>
                <w:szCs w:val="24"/>
              </w:rPr>
              <w:t>G</w:t>
            </w:r>
            <w:r w:rsidR="0085747A" w:rsidRPr="74D81C5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74D81C5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74D81C5C">
              <w:rPr>
                <w:rFonts w:ascii="Corbel" w:hAnsi="Corbel"/>
                <w:sz w:val="24"/>
                <w:szCs w:val="24"/>
              </w:rPr>
              <w:t xml:space="preserve"> w</w:t>
            </w:r>
            <w:r w:rsidRPr="74D81C5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74D81C5C">
              <w:rPr>
                <w:rFonts w:ascii="Corbel" w:hAnsi="Corbel"/>
                <w:sz w:val="24"/>
                <w:szCs w:val="24"/>
              </w:rPr>
              <w:t xml:space="preserve"> z </w:t>
            </w:r>
            <w:r w:rsidR="73F577E0" w:rsidRPr="74D81C5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74D81C5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407988A1" w14:textId="2B6848BE" w:rsidR="0085747A" w:rsidRPr="009C54AE" w:rsidRDefault="7232F5BA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7A04036">
              <w:rPr>
                <w:rFonts w:ascii="Corbel" w:eastAsia="Times New Roman" w:hAnsi="Corbel"/>
                <w:sz w:val="24"/>
                <w:szCs w:val="24"/>
                <w:lang w:eastAsia="pl-PL"/>
              </w:rPr>
              <w:t>15</w:t>
            </w:r>
            <w:r w:rsidR="00BE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61DC5" w:rsidRPr="009C54AE" w14:paraId="1185BB7B" w14:textId="77777777" w:rsidTr="00BE2B32">
        <w:tc>
          <w:tcPr>
            <w:tcW w:w="5274" w:type="dxa"/>
          </w:tcPr>
          <w:p w14:paraId="44C8AA14" w14:textId="77777777" w:rsidR="00C61DC5" w:rsidRPr="009C54AE" w:rsidRDefault="00C61DC5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131897F" w14:textId="77777777" w:rsidR="00C61DC5" w:rsidRPr="009C54AE" w:rsidRDefault="00C61DC5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4474AADF" w14:textId="63F272A3" w:rsidR="002E66A3" w:rsidRPr="00336D96" w:rsidRDefault="002E66A3" w:rsidP="00BE2B3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Udział w konsultacjach</w:t>
            </w:r>
            <w:r w:rsidR="00BE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– 5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4ACC0FC4" w14:textId="5112B61C" w:rsidR="00C61DC5" w:rsidRPr="009C54AE" w:rsidRDefault="002E66A3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Udział w zaliczeniu </w:t>
            </w:r>
            <w:r w:rsidR="00BE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–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 godz.</w:t>
            </w:r>
          </w:p>
        </w:tc>
      </w:tr>
      <w:tr w:rsidR="00C61DC5" w:rsidRPr="009C54AE" w14:paraId="2E136524" w14:textId="77777777" w:rsidTr="00BE2B32">
        <w:tc>
          <w:tcPr>
            <w:tcW w:w="5274" w:type="dxa"/>
          </w:tcPr>
          <w:p w14:paraId="52761907" w14:textId="77777777" w:rsidR="0071620A" w:rsidRPr="009C54AE" w:rsidRDefault="00C61DC5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7AAF5FD" w14:textId="77777777" w:rsidR="00C61DC5" w:rsidRPr="009C54AE" w:rsidRDefault="00C61DC5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14ABB996" w14:textId="77777777" w:rsidR="00DA3173" w:rsidRDefault="00F57825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ćwiczeń: 25</w:t>
            </w:r>
            <w:r w:rsidR="00267BC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1AFB7EB2" w14:textId="77777777" w:rsidR="002E66A3" w:rsidRDefault="002E66A3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zaliczenia: </w:t>
            </w:r>
            <w:r w:rsidR="00F57825">
              <w:rPr>
                <w:rFonts w:ascii="Corbel" w:hAnsi="Corbel"/>
                <w:sz w:val="24"/>
                <w:szCs w:val="24"/>
              </w:rPr>
              <w:t>40</w:t>
            </w:r>
            <w:r w:rsidR="00267BC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3D3825EA" w14:textId="77777777" w:rsidR="00C61DC5" w:rsidRPr="009C54AE" w:rsidRDefault="00C61DC5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2167FB" w14:textId="77777777" w:rsidTr="00BE2B32">
        <w:trPr>
          <w:trHeight w:val="337"/>
        </w:trPr>
        <w:tc>
          <w:tcPr>
            <w:tcW w:w="5274" w:type="dxa"/>
          </w:tcPr>
          <w:p w14:paraId="391BD578" w14:textId="77777777" w:rsidR="0085747A" w:rsidRPr="009C54AE" w:rsidRDefault="0085747A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7BD929B1" w14:textId="1E9F1ACB" w:rsidR="0085747A" w:rsidRPr="009C54AE" w:rsidRDefault="0CA1B68E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7A04036">
              <w:rPr>
                <w:rFonts w:ascii="Corbel" w:hAnsi="Corbel"/>
                <w:sz w:val="24"/>
                <w:szCs w:val="24"/>
              </w:rPr>
              <w:t>8</w:t>
            </w:r>
            <w:r w:rsidR="003FEA91" w:rsidRPr="77A0403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82163BE" w14:textId="77777777" w:rsidTr="00BE2B32">
        <w:trPr>
          <w:trHeight w:val="310"/>
        </w:trPr>
        <w:tc>
          <w:tcPr>
            <w:tcW w:w="5274" w:type="dxa"/>
          </w:tcPr>
          <w:p w14:paraId="7D9EEB9C" w14:textId="77777777" w:rsidR="0085747A" w:rsidRPr="009C54AE" w:rsidRDefault="0085747A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54C1C14C" w14:textId="77777777" w:rsidR="0085747A" w:rsidRPr="009C54AE" w:rsidRDefault="00DA3173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FC2F6A" w14:textId="77777777" w:rsidR="0085747A" w:rsidRPr="009C54AE" w:rsidRDefault="00923D7D" w:rsidP="00BE2B32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B3C29D" w14:textId="77777777" w:rsidR="003E1941" w:rsidRPr="009C54AE" w:rsidRDefault="003E1941" w:rsidP="00BE2B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3DB0FD" w14:textId="3DCDC6F8" w:rsidR="0085747A" w:rsidRPr="009C54AE" w:rsidRDefault="0071620A" w:rsidP="00BE2B32">
      <w:pPr>
        <w:pStyle w:val="Punktygwne"/>
        <w:spacing w:before="0" w:after="0"/>
        <w:rPr>
          <w:rFonts w:ascii="Corbel" w:hAnsi="Corbel"/>
          <w:smallCaps w:val="0"/>
        </w:rPr>
      </w:pPr>
      <w:r w:rsidRPr="77A04036">
        <w:rPr>
          <w:rFonts w:ascii="Corbel" w:hAnsi="Corbel"/>
          <w:smallCaps w:val="0"/>
        </w:rPr>
        <w:t xml:space="preserve">6. </w:t>
      </w:r>
      <w:r w:rsidR="0085747A" w:rsidRPr="77A04036">
        <w:rPr>
          <w:rFonts w:ascii="Corbel" w:hAnsi="Corbel"/>
          <w:smallCaps w:val="0"/>
        </w:rPr>
        <w:t>PRAKTYKI ZAWODOWE W RAMACH PRZEDMIOTU</w:t>
      </w:r>
    </w:p>
    <w:p w14:paraId="54BBBD57" w14:textId="77777777" w:rsidR="0085747A" w:rsidRPr="009C54AE" w:rsidRDefault="0085747A" w:rsidP="00BE2B3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8"/>
        <w:gridCol w:w="3969"/>
      </w:tblGrid>
      <w:tr w:rsidR="0085747A" w:rsidRPr="009C54AE" w14:paraId="6FADD84D" w14:textId="77777777" w:rsidTr="00BE2B32">
        <w:trPr>
          <w:trHeight w:val="397"/>
        </w:trPr>
        <w:tc>
          <w:tcPr>
            <w:tcW w:w="3798" w:type="dxa"/>
          </w:tcPr>
          <w:p w14:paraId="415B8DDE" w14:textId="77777777" w:rsidR="0085747A" w:rsidRPr="009C54AE" w:rsidRDefault="0085747A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5E60A0" w14:textId="77777777" w:rsidR="0085747A" w:rsidRPr="009C54AE" w:rsidRDefault="00DA3173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615689B6" w14:textId="77777777" w:rsidTr="00BE2B32">
        <w:trPr>
          <w:trHeight w:val="397"/>
        </w:trPr>
        <w:tc>
          <w:tcPr>
            <w:tcW w:w="3798" w:type="dxa"/>
          </w:tcPr>
          <w:p w14:paraId="7B4FFDAD" w14:textId="77777777" w:rsidR="0085747A" w:rsidRPr="009C54AE" w:rsidRDefault="0085747A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C3D1DB" w14:textId="77777777" w:rsidR="0085747A" w:rsidRPr="009C54AE" w:rsidRDefault="00DA3173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4FEDEC13" w14:textId="77777777" w:rsidR="003E1941" w:rsidRPr="009C54AE" w:rsidRDefault="003E1941" w:rsidP="00BE2B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867063" w14:textId="77777777" w:rsidR="0085747A" w:rsidRPr="009C54AE" w:rsidRDefault="00675843" w:rsidP="00BE2B3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1927DDA" w14:textId="77777777" w:rsidR="00675843" w:rsidRPr="009C54AE" w:rsidRDefault="00675843" w:rsidP="00BE2B3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3"/>
      </w:tblGrid>
      <w:tr w:rsidR="0085747A" w:rsidRPr="009C54AE" w14:paraId="3A7CC14D" w14:textId="77777777" w:rsidTr="002E11E5">
        <w:trPr>
          <w:trHeight w:val="397"/>
        </w:trPr>
        <w:tc>
          <w:tcPr>
            <w:tcW w:w="7773" w:type="dxa"/>
          </w:tcPr>
          <w:p w14:paraId="2BF2DFA6" w14:textId="77777777" w:rsidR="0085747A" w:rsidRPr="00DA317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77A04036">
              <w:rPr>
                <w:rFonts w:ascii="Corbel" w:hAnsi="Corbel"/>
                <w:smallCaps w:val="0"/>
              </w:rPr>
              <w:t>Literatura podstawowa:</w:t>
            </w:r>
          </w:p>
          <w:p w14:paraId="09314038" w14:textId="7CA292E5" w:rsidR="77A04036" w:rsidRDefault="77A04036" w:rsidP="77A0403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F7AB9C6" w14:textId="77777777" w:rsidR="00F57825" w:rsidRDefault="00F57825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Ustawa z dnia 6 czerwca 1997 r. Kodeks karny.</w:t>
            </w:r>
          </w:p>
          <w:p w14:paraId="4235ABEF" w14:textId="77777777" w:rsidR="00DA3173" w:rsidRPr="00F57825" w:rsidRDefault="00F57825" w:rsidP="00F57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Ustawa </w:t>
            </w:r>
            <w:r w:rsidRPr="00F57825">
              <w:rPr>
                <w:rFonts w:ascii="Corbel" w:hAnsi="Corbel"/>
                <w:b w:val="0"/>
                <w:smallCaps w:val="0"/>
                <w:szCs w:val="24"/>
              </w:rPr>
              <w:t>z dnia 6 czerwca 1997 r. Kodeks postępowania karnego.</w:t>
            </w:r>
            <w:r w:rsidR="00DA3173" w:rsidRPr="00F578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011C2D9" w14:textId="77777777" w:rsidR="00F57825" w:rsidRPr="00F57825" w:rsidRDefault="00F57825" w:rsidP="00F57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825">
              <w:rPr>
                <w:rFonts w:ascii="Corbel" w:hAnsi="Corbel"/>
                <w:b w:val="0"/>
                <w:smallCaps w:val="0"/>
                <w:szCs w:val="24"/>
              </w:rPr>
              <w:t xml:space="preserve">3. T. </w:t>
            </w:r>
            <w:proofErr w:type="spellStart"/>
            <w:r w:rsidRPr="00F57825">
              <w:rPr>
                <w:rFonts w:ascii="Corbel" w:hAnsi="Corbel"/>
                <w:b w:val="0"/>
                <w:smallCaps w:val="0"/>
                <w:szCs w:val="24"/>
              </w:rPr>
              <w:t>Dukiet</w:t>
            </w:r>
            <w:proofErr w:type="spellEnd"/>
            <w:r w:rsidRPr="00F57825">
              <w:rPr>
                <w:rFonts w:ascii="Corbel" w:hAnsi="Corbel"/>
                <w:b w:val="0"/>
                <w:smallCaps w:val="0"/>
                <w:szCs w:val="24"/>
              </w:rPr>
              <w:t xml:space="preserve">-Nagórska, O. Sitarz, </w:t>
            </w:r>
            <w:r w:rsidRPr="00F5782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Prawo </w:t>
            </w:r>
            <w:r w:rsidR="008E1429">
              <w:rPr>
                <w:rFonts w:ascii="Corbel" w:hAnsi="Corbel"/>
                <w:b w:val="0"/>
                <w:i/>
                <w:smallCaps w:val="0"/>
                <w:szCs w:val="24"/>
              </w:rPr>
              <w:t>karne. Część ogólna, szczególna</w:t>
            </w:r>
            <w:r w:rsidR="008E1429"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  <w:r w:rsidRPr="00F57825">
              <w:rPr>
                <w:rFonts w:ascii="Corbel" w:hAnsi="Corbel"/>
                <w:b w:val="0"/>
                <w:i/>
                <w:smallCaps w:val="0"/>
                <w:szCs w:val="24"/>
              </w:rPr>
              <w:t>i wojskowe</w:t>
            </w:r>
            <w:r w:rsidRPr="00F57825">
              <w:rPr>
                <w:rFonts w:ascii="Corbel" w:hAnsi="Corbel"/>
                <w:b w:val="0"/>
                <w:smallCaps w:val="0"/>
                <w:szCs w:val="24"/>
              </w:rPr>
              <w:t>, Warszawa 2020.</w:t>
            </w:r>
          </w:p>
          <w:p w14:paraId="6526E56D" w14:textId="77777777" w:rsidR="00DA3173" w:rsidRDefault="00F57825" w:rsidP="00F57825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 w:cs="Helvetica"/>
                <w:bCs/>
                <w:kern w:val="36"/>
                <w:sz w:val="24"/>
                <w:szCs w:val="24"/>
                <w:lang w:eastAsia="pl-PL"/>
              </w:rPr>
            </w:pPr>
            <w:r w:rsidRPr="00F57825">
              <w:rPr>
                <w:rFonts w:ascii="Corbel" w:eastAsia="Times New Roman" w:hAnsi="Corbel" w:cs="Helvetica"/>
                <w:bCs/>
                <w:kern w:val="36"/>
                <w:sz w:val="24"/>
                <w:szCs w:val="24"/>
                <w:lang w:eastAsia="pl-PL"/>
              </w:rPr>
              <w:t xml:space="preserve">4. M. Bojarski, </w:t>
            </w:r>
            <w:r w:rsidRPr="00F57825">
              <w:rPr>
                <w:rFonts w:ascii="Corbel" w:eastAsia="Times New Roman" w:hAnsi="Corbel" w:cs="Helvetica"/>
                <w:bCs/>
                <w:i/>
                <w:kern w:val="36"/>
                <w:sz w:val="24"/>
                <w:szCs w:val="24"/>
                <w:lang w:eastAsia="pl-PL"/>
              </w:rPr>
              <w:t>Szczególne dziedziny prawa karnego. Prawo karne wojskowe, skarbowe i pozakodeksowe. System Prawa Karnego. Tom 11</w:t>
            </w:r>
            <w:r w:rsidRPr="00F57825">
              <w:rPr>
                <w:rFonts w:ascii="Corbel" w:eastAsia="Times New Roman" w:hAnsi="Corbel" w:cs="Helvetica"/>
                <w:bCs/>
                <w:kern w:val="36"/>
                <w:sz w:val="24"/>
                <w:szCs w:val="24"/>
                <w:lang w:eastAsia="pl-PL"/>
              </w:rPr>
              <w:t>, Warszawa 2017.</w:t>
            </w:r>
          </w:p>
          <w:p w14:paraId="646CBC32" w14:textId="77777777" w:rsidR="002E11E5" w:rsidRPr="00F57825" w:rsidRDefault="002E11E5" w:rsidP="00F57825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 w:cs="Helvetica"/>
                <w:bCs/>
                <w:color w:val="333333"/>
                <w:kern w:val="36"/>
                <w:sz w:val="24"/>
                <w:szCs w:val="24"/>
                <w:lang w:eastAsia="pl-PL"/>
              </w:rPr>
            </w:pPr>
          </w:p>
        </w:tc>
      </w:tr>
      <w:tr w:rsidR="0085747A" w:rsidRPr="009C54AE" w14:paraId="1D1EB6E7" w14:textId="77777777" w:rsidTr="002E11E5">
        <w:trPr>
          <w:trHeight w:val="397"/>
        </w:trPr>
        <w:tc>
          <w:tcPr>
            <w:tcW w:w="7773" w:type="dxa"/>
          </w:tcPr>
          <w:p w14:paraId="5F107978" w14:textId="77777777" w:rsidR="0085747A" w:rsidRPr="00DA317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77A04036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021B5330" w14:textId="721542EB" w:rsidR="77A04036" w:rsidRDefault="77A04036" w:rsidP="77A0403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C34A1D8" w14:textId="1A31B709" w:rsidR="00DA3173" w:rsidRDefault="008E1429" w:rsidP="008E14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szCs w:val="24"/>
              </w:rPr>
              <w:t xml:space="preserve">D. Świecki, </w:t>
            </w:r>
            <w:r w:rsidRPr="004270B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Kodeks postępowania karnego. Komentarz. Tom I </w:t>
            </w:r>
            <w:proofErr w:type="spellStart"/>
            <w:r w:rsidRPr="004270BA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proofErr w:type="spellEnd"/>
            <w:r w:rsidRPr="004270B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II</w:t>
            </w:r>
            <w:r w:rsidRPr="004270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11E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4270BA">
              <w:rPr>
                <w:rFonts w:ascii="Corbel" w:hAnsi="Corbel"/>
                <w:b w:val="0"/>
                <w:smallCaps w:val="0"/>
                <w:szCs w:val="24"/>
              </w:rPr>
              <w:t>Warszawa 2020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610C9E9" w14:textId="77777777" w:rsidR="002E11E5" w:rsidRPr="00DA3173" w:rsidRDefault="002E11E5" w:rsidP="008E142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E5B8BCB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FBBE63" w14:textId="77777777" w:rsidR="002E11E5" w:rsidRPr="009C54AE" w:rsidRDefault="002E11E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658B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D2711" w14:textId="77777777" w:rsidR="001C1A7F" w:rsidRDefault="001C1A7F" w:rsidP="00C16ABF">
      <w:pPr>
        <w:spacing w:after="0" w:line="240" w:lineRule="auto"/>
      </w:pPr>
      <w:r>
        <w:separator/>
      </w:r>
    </w:p>
  </w:endnote>
  <w:endnote w:type="continuationSeparator" w:id="0">
    <w:p w14:paraId="36A9A211" w14:textId="77777777" w:rsidR="001C1A7F" w:rsidRDefault="001C1A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2901D" w14:textId="77777777" w:rsidR="001C1A7F" w:rsidRDefault="001C1A7F" w:rsidP="00C16ABF">
      <w:pPr>
        <w:spacing w:after="0" w:line="240" w:lineRule="auto"/>
      </w:pPr>
      <w:r>
        <w:separator/>
      </w:r>
    </w:p>
  </w:footnote>
  <w:footnote w:type="continuationSeparator" w:id="0">
    <w:p w14:paraId="2CC3AECF" w14:textId="77777777" w:rsidR="001C1A7F" w:rsidRDefault="001C1A7F" w:rsidP="00C16ABF">
      <w:pPr>
        <w:spacing w:after="0" w:line="240" w:lineRule="auto"/>
      </w:pPr>
      <w:r>
        <w:continuationSeparator/>
      </w:r>
    </w:p>
  </w:footnote>
  <w:footnote w:id="1">
    <w:p w14:paraId="28E47E9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097615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A2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608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E4A"/>
    <w:rsid w:val="001718A7"/>
    <w:rsid w:val="001737CF"/>
    <w:rsid w:val="00176083"/>
    <w:rsid w:val="00192F37"/>
    <w:rsid w:val="001A70D2"/>
    <w:rsid w:val="001C1A7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BC4"/>
    <w:rsid w:val="00277DC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1E5"/>
    <w:rsid w:val="002E66A3"/>
    <w:rsid w:val="002F02A3"/>
    <w:rsid w:val="002F4ABE"/>
    <w:rsid w:val="003018BA"/>
    <w:rsid w:val="0030395F"/>
    <w:rsid w:val="00305C92"/>
    <w:rsid w:val="003151C5"/>
    <w:rsid w:val="003343CF"/>
    <w:rsid w:val="00335D62"/>
    <w:rsid w:val="0034306E"/>
    <w:rsid w:val="00346FE9"/>
    <w:rsid w:val="0034759A"/>
    <w:rsid w:val="003503F6"/>
    <w:rsid w:val="003530DD"/>
    <w:rsid w:val="00363F78"/>
    <w:rsid w:val="003A0A5B"/>
    <w:rsid w:val="003A1176"/>
    <w:rsid w:val="003B4CBB"/>
    <w:rsid w:val="003C0BAE"/>
    <w:rsid w:val="003C15C5"/>
    <w:rsid w:val="003D18A9"/>
    <w:rsid w:val="003D2C1C"/>
    <w:rsid w:val="003D6CE2"/>
    <w:rsid w:val="003E1941"/>
    <w:rsid w:val="003E2FE6"/>
    <w:rsid w:val="003E49D5"/>
    <w:rsid w:val="003F38C0"/>
    <w:rsid w:val="003FEA91"/>
    <w:rsid w:val="00414E3C"/>
    <w:rsid w:val="0042244A"/>
    <w:rsid w:val="0042745A"/>
    <w:rsid w:val="00431D5C"/>
    <w:rsid w:val="004362C6"/>
    <w:rsid w:val="00437FA2"/>
    <w:rsid w:val="00445970"/>
    <w:rsid w:val="00447B0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0DB"/>
    <w:rsid w:val="004F1551"/>
    <w:rsid w:val="004F55A3"/>
    <w:rsid w:val="0050496F"/>
    <w:rsid w:val="00513B6F"/>
    <w:rsid w:val="00517C63"/>
    <w:rsid w:val="0052013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C47"/>
    <w:rsid w:val="00647FA8"/>
    <w:rsid w:val="00650C5F"/>
    <w:rsid w:val="00654934"/>
    <w:rsid w:val="006620D9"/>
    <w:rsid w:val="00671958"/>
    <w:rsid w:val="00675843"/>
    <w:rsid w:val="0068284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FDA"/>
    <w:rsid w:val="00745302"/>
    <w:rsid w:val="007461D6"/>
    <w:rsid w:val="00746EC8"/>
    <w:rsid w:val="00747863"/>
    <w:rsid w:val="00763BF1"/>
    <w:rsid w:val="00766FD4"/>
    <w:rsid w:val="0078168C"/>
    <w:rsid w:val="00787C2A"/>
    <w:rsid w:val="00790E27"/>
    <w:rsid w:val="00792FD4"/>
    <w:rsid w:val="00793C83"/>
    <w:rsid w:val="007A4022"/>
    <w:rsid w:val="007A4314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177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B12"/>
    <w:rsid w:val="008D3DFB"/>
    <w:rsid w:val="008E1429"/>
    <w:rsid w:val="008E64F4"/>
    <w:rsid w:val="008F12C9"/>
    <w:rsid w:val="008F3645"/>
    <w:rsid w:val="008F6E29"/>
    <w:rsid w:val="00916188"/>
    <w:rsid w:val="009218A5"/>
    <w:rsid w:val="00923D7D"/>
    <w:rsid w:val="009508DF"/>
    <w:rsid w:val="00950DAC"/>
    <w:rsid w:val="00954A07"/>
    <w:rsid w:val="00984750"/>
    <w:rsid w:val="00997F14"/>
    <w:rsid w:val="009A78D9"/>
    <w:rsid w:val="009C3E31"/>
    <w:rsid w:val="009C40F3"/>
    <w:rsid w:val="009C54AE"/>
    <w:rsid w:val="009C788E"/>
    <w:rsid w:val="009D7F13"/>
    <w:rsid w:val="009E3B41"/>
    <w:rsid w:val="009F3C5C"/>
    <w:rsid w:val="009F4610"/>
    <w:rsid w:val="00A007BA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0FD"/>
    <w:rsid w:val="00A8473D"/>
    <w:rsid w:val="00A84C85"/>
    <w:rsid w:val="00A97DE1"/>
    <w:rsid w:val="00AB053C"/>
    <w:rsid w:val="00AB12B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B34"/>
    <w:rsid w:val="00BB520A"/>
    <w:rsid w:val="00BD3869"/>
    <w:rsid w:val="00BD66E9"/>
    <w:rsid w:val="00BD6FF4"/>
    <w:rsid w:val="00BE2B32"/>
    <w:rsid w:val="00BE72DD"/>
    <w:rsid w:val="00BF2C41"/>
    <w:rsid w:val="00C040D0"/>
    <w:rsid w:val="00C058B4"/>
    <w:rsid w:val="00C05F44"/>
    <w:rsid w:val="00C131B5"/>
    <w:rsid w:val="00C16ABF"/>
    <w:rsid w:val="00C170AE"/>
    <w:rsid w:val="00C26CB7"/>
    <w:rsid w:val="00C324C1"/>
    <w:rsid w:val="00C36992"/>
    <w:rsid w:val="00C44F7C"/>
    <w:rsid w:val="00C56036"/>
    <w:rsid w:val="00C61DC5"/>
    <w:rsid w:val="00C67E92"/>
    <w:rsid w:val="00C70A26"/>
    <w:rsid w:val="00C766DF"/>
    <w:rsid w:val="00C81494"/>
    <w:rsid w:val="00C94B98"/>
    <w:rsid w:val="00CA2B96"/>
    <w:rsid w:val="00CA5089"/>
    <w:rsid w:val="00CB6B42"/>
    <w:rsid w:val="00CD24BC"/>
    <w:rsid w:val="00CD6897"/>
    <w:rsid w:val="00CE5BAC"/>
    <w:rsid w:val="00CF25BE"/>
    <w:rsid w:val="00CF78ED"/>
    <w:rsid w:val="00D02B25"/>
    <w:rsid w:val="00D02EBA"/>
    <w:rsid w:val="00D15A29"/>
    <w:rsid w:val="00D17C3C"/>
    <w:rsid w:val="00D26B2C"/>
    <w:rsid w:val="00D352C9"/>
    <w:rsid w:val="00D425B2"/>
    <w:rsid w:val="00D428D6"/>
    <w:rsid w:val="00D5190F"/>
    <w:rsid w:val="00D552B2"/>
    <w:rsid w:val="00D608D1"/>
    <w:rsid w:val="00D74119"/>
    <w:rsid w:val="00D8075B"/>
    <w:rsid w:val="00D830FB"/>
    <w:rsid w:val="00D8678B"/>
    <w:rsid w:val="00D91A1F"/>
    <w:rsid w:val="00DA2114"/>
    <w:rsid w:val="00DA3173"/>
    <w:rsid w:val="00DE09C0"/>
    <w:rsid w:val="00DE4A14"/>
    <w:rsid w:val="00DF320D"/>
    <w:rsid w:val="00DF71C8"/>
    <w:rsid w:val="00E11269"/>
    <w:rsid w:val="00E129B8"/>
    <w:rsid w:val="00E21E7D"/>
    <w:rsid w:val="00E22FBC"/>
    <w:rsid w:val="00E24BF5"/>
    <w:rsid w:val="00E25338"/>
    <w:rsid w:val="00E411CF"/>
    <w:rsid w:val="00E47619"/>
    <w:rsid w:val="00E51E44"/>
    <w:rsid w:val="00E63348"/>
    <w:rsid w:val="00E77E88"/>
    <w:rsid w:val="00E8107D"/>
    <w:rsid w:val="00E960BB"/>
    <w:rsid w:val="00EA2074"/>
    <w:rsid w:val="00EA4832"/>
    <w:rsid w:val="00EA4E9D"/>
    <w:rsid w:val="00EB409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7825"/>
    <w:rsid w:val="00F617C3"/>
    <w:rsid w:val="00F7066B"/>
    <w:rsid w:val="00F83B28"/>
    <w:rsid w:val="00F93F24"/>
    <w:rsid w:val="00FA46E5"/>
    <w:rsid w:val="00FB7DBA"/>
    <w:rsid w:val="00FC1C25"/>
    <w:rsid w:val="00FC3F45"/>
    <w:rsid w:val="00FC3FAF"/>
    <w:rsid w:val="00FD503F"/>
    <w:rsid w:val="00FD7589"/>
    <w:rsid w:val="00FF016A"/>
    <w:rsid w:val="00FF1401"/>
    <w:rsid w:val="00FF5E7D"/>
    <w:rsid w:val="029BE7F0"/>
    <w:rsid w:val="0CA1B68E"/>
    <w:rsid w:val="141FA1CE"/>
    <w:rsid w:val="16E96193"/>
    <w:rsid w:val="1E5013B2"/>
    <w:rsid w:val="1F103450"/>
    <w:rsid w:val="230820DE"/>
    <w:rsid w:val="348D4DD2"/>
    <w:rsid w:val="3694E8FB"/>
    <w:rsid w:val="42C2CB88"/>
    <w:rsid w:val="5059DC91"/>
    <w:rsid w:val="51F5ACF2"/>
    <w:rsid w:val="54552EA6"/>
    <w:rsid w:val="546367C0"/>
    <w:rsid w:val="57F939DB"/>
    <w:rsid w:val="6484A5D2"/>
    <w:rsid w:val="661E0C14"/>
    <w:rsid w:val="67B9DC75"/>
    <w:rsid w:val="699E49E6"/>
    <w:rsid w:val="6BF42926"/>
    <w:rsid w:val="6F4E4EFB"/>
    <w:rsid w:val="7232F5BA"/>
    <w:rsid w:val="73F577E0"/>
    <w:rsid w:val="74D35910"/>
    <w:rsid w:val="74D81C5C"/>
    <w:rsid w:val="77A04036"/>
    <w:rsid w:val="7A5F9393"/>
    <w:rsid w:val="7C6D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D068"/>
  <w15:docId w15:val="{5759F8B9-4715-4BAF-AF2D-2BA4FFFA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578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335D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335D62"/>
  </w:style>
  <w:style w:type="paragraph" w:customStyle="1" w:styleId="TableParagraph">
    <w:name w:val="Table Paragraph"/>
    <w:basedOn w:val="Normalny"/>
    <w:uiPriority w:val="1"/>
    <w:qFormat/>
    <w:rsid w:val="00A760FD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character" w:customStyle="1" w:styleId="Nagwek1Znak">
    <w:name w:val="Nagłówek 1 Znak"/>
    <w:basedOn w:val="Domylnaczcionkaakapitu"/>
    <w:link w:val="Nagwek1"/>
    <w:uiPriority w:val="9"/>
    <w:rsid w:val="00F57825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3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87C92-85CC-4670-8698-523527A6E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894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7</cp:revision>
  <cp:lastPrinted>2026-01-08T10:46:00Z</cp:lastPrinted>
  <dcterms:created xsi:type="dcterms:W3CDTF">2023-10-02T07:50:00Z</dcterms:created>
  <dcterms:modified xsi:type="dcterms:W3CDTF">2026-01-08T10:46:00Z</dcterms:modified>
</cp:coreProperties>
</file>